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7E6E" w:rsidRPr="00A23A45" w:rsidRDefault="00591933" w:rsidP="000A0608">
      <w:pPr>
        <w:tabs>
          <w:tab w:val="left" w:pos="3403"/>
          <w:tab w:val="right" w:pos="8080"/>
        </w:tabs>
        <w:spacing w:line="360" w:lineRule="atLeast"/>
        <w:ind w:right="-1292"/>
        <w:jc w:val="both"/>
        <w:rPr>
          <w:sz w:val="20"/>
          <w:szCs w:val="20"/>
          <w:lang w:val="en-US"/>
        </w:rPr>
      </w:pPr>
      <w:r w:rsidRPr="00A23A45">
        <w:rPr>
          <w:noProof/>
          <w:lang w:bidi="bo-CN"/>
        </w:rPr>
        <w:drawing>
          <wp:anchor distT="0" distB="0" distL="114300" distR="114300" simplePos="0" relativeHeight="251657728" behindDoc="0" locked="0" layoutInCell="1" allowOverlap="1" wp14:anchorId="74C5F170" wp14:editId="68CC47A7">
            <wp:simplePos x="0" y="0"/>
            <wp:positionH relativeFrom="column">
              <wp:posOffset>1257300</wp:posOffset>
            </wp:positionH>
            <wp:positionV relativeFrom="paragraph">
              <wp:posOffset>-114300</wp:posOffset>
            </wp:positionV>
            <wp:extent cx="523875" cy="523875"/>
            <wp:effectExtent l="19050" t="0" r="9525" b="0"/>
            <wp:wrapSquare wrapText="bothSides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523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A0608" w:rsidRPr="00A23A45" w:rsidRDefault="000A0608" w:rsidP="000A0608">
      <w:pPr>
        <w:tabs>
          <w:tab w:val="left" w:pos="3403"/>
          <w:tab w:val="right" w:pos="8080"/>
        </w:tabs>
        <w:spacing w:line="360" w:lineRule="atLeast"/>
        <w:ind w:right="-1292"/>
        <w:jc w:val="both"/>
      </w:pPr>
      <w:r w:rsidRPr="00A23A45">
        <w:rPr>
          <w:sz w:val="20"/>
          <w:szCs w:val="20"/>
        </w:rPr>
        <w:t xml:space="preserve">     </w:t>
      </w:r>
      <w:r w:rsidR="00873E8B" w:rsidRPr="00A23A45">
        <w:rPr>
          <w:sz w:val="20"/>
          <w:szCs w:val="20"/>
        </w:rPr>
        <w:t xml:space="preserve">       </w:t>
      </w:r>
      <w:r w:rsidRPr="00A23A45">
        <w:rPr>
          <w:sz w:val="20"/>
          <w:szCs w:val="20"/>
        </w:rPr>
        <w:t xml:space="preserve">         </w:t>
      </w:r>
      <w:r w:rsidR="00BE72A9" w:rsidRPr="00A23A45">
        <w:rPr>
          <w:sz w:val="20"/>
          <w:szCs w:val="20"/>
        </w:rPr>
        <w:t xml:space="preserve">           </w:t>
      </w:r>
      <w:r w:rsidRPr="00A23A45">
        <w:rPr>
          <w:sz w:val="20"/>
          <w:szCs w:val="20"/>
        </w:rPr>
        <w:t xml:space="preserve">                                                              </w:t>
      </w:r>
    </w:p>
    <w:p w:rsidR="00B67F72" w:rsidRPr="00A23A45" w:rsidRDefault="00873E8B">
      <w:pPr>
        <w:rPr>
          <w:b/>
        </w:rPr>
      </w:pPr>
      <w:r w:rsidRPr="00A23A45">
        <w:rPr>
          <w:b/>
        </w:rPr>
        <w:t xml:space="preserve">        </w:t>
      </w:r>
      <w:r w:rsidR="00FE0AB8" w:rsidRPr="00A23A45">
        <w:rPr>
          <w:b/>
        </w:rPr>
        <w:t xml:space="preserve">  </w:t>
      </w:r>
      <w:r w:rsidRPr="00A23A45">
        <w:rPr>
          <w:b/>
        </w:rPr>
        <w:t xml:space="preserve"> </w:t>
      </w:r>
      <w:r w:rsidR="00FE0AB8" w:rsidRPr="00A23A45">
        <w:rPr>
          <w:b/>
        </w:rPr>
        <w:t xml:space="preserve">    </w:t>
      </w:r>
      <w:r w:rsidR="000A0608" w:rsidRPr="00A23A45">
        <w:rPr>
          <w:b/>
        </w:rPr>
        <w:t>ΕΛΛΗΝΙΚΗ ΔΗΜΟΚΡΑΤΙΑ</w:t>
      </w:r>
    </w:p>
    <w:p w:rsidR="000A0608" w:rsidRPr="00A23A45" w:rsidRDefault="000A0608">
      <w:pPr>
        <w:rPr>
          <w:b/>
        </w:rPr>
      </w:pPr>
      <w:r w:rsidRPr="00A23A45">
        <w:rPr>
          <w:b/>
        </w:rPr>
        <w:t>ΠΕΡ</w:t>
      </w:r>
      <w:r w:rsidR="00570631" w:rsidRPr="00A23A45">
        <w:rPr>
          <w:b/>
        </w:rPr>
        <w:t>Ι</w:t>
      </w:r>
      <w:r w:rsidRPr="00A23A45">
        <w:rPr>
          <w:b/>
        </w:rPr>
        <w:t>ΦΕΡ</w:t>
      </w:r>
      <w:r w:rsidR="00570631" w:rsidRPr="00A23A45">
        <w:rPr>
          <w:b/>
        </w:rPr>
        <w:t>Ε</w:t>
      </w:r>
      <w:r w:rsidRPr="00A23A45">
        <w:rPr>
          <w:b/>
        </w:rPr>
        <w:t xml:space="preserve">ΙΑΚΗ Δ/ΝΣΗ </w:t>
      </w:r>
      <w:r w:rsidR="00ED306F" w:rsidRPr="00A23A45">
        <w:rPr>
          <w:b/>
        </w:rPr>
        <w:t>Π/ΘΜΙΑΣ ΚΑΙ Δ/ΘΜΙΑΣ</w:t>
      </w:r>
    </w:p>
    <w:p w:rsidR="00ED306F" w:rsidRPr="00063CA6" w:rsidRDefault="00873E8B">
      <w:pPr>
        <w:rPr>
          <w:b/>
        </w:rPr>
      </w:pPr>
      <w:r w:rsidRPr="00A23A45">
        <w:rPr>
          <w:b/>
        </w:rPr>
        <w:t xml:space="preserve">       </w:t>
      </w:r>
      <w:r w:rsidR="00ED306F" w:rsidRPr="00A23A45">
        <w:rPr>
          <w:b/>
        </w:rPr>
        <w:t>ΕΚΠΑΙΔΕΥΣΗΣ ΒΟΡΕΙΟΥ ΑΙΓΑΙΟΥ</w:t>
      </w:r>
      <w:r w:rsidRPr="00A23A45">
        <w:rPr>
          <w:b/>
        </w:rPr>
        <w:t xml:space="preserve">                 </w:t>
      </w:r>
      <w:r w:rsidR="00582958" w:rsidRPr="00A23A45">
        <w:rPr>
          <w:b/>
        </w:rPr>
        <w:t xml:space="preserve">            </w:t>
      </w:r>
      <w:r w:rsidR="00153D29" w:rsidRPr="00A23A45">
        <w:rPr>
          <w:b/>
        </w:rPr>
        <w:t xml:space="preserve">   Μυτιλήνη, </w:t>
      </w:r>
      <w:r w:rsidR="006F3D32">
        <w:rPr>
          <w:b/>
        </w:rPr>
        <w:t>21</w:t>
      </w:r>
      <w:r w:rsidR="00634A9B" w:rsidRPr="00A23A45">
        <w:rPr>
          <w:b/>
        </w:rPr>
        <w:t>/</w:t>
      </w:r>
      <w:r w:rsidR="00AD1E14" w:rsidRPr="00A23A45">
        <w:rPr>
          <w:b/>
        </w:rPr>
        <w:t>2</w:t>
      </w:r>
      <w:r w:rsidR="00025CBD" w:rsidRPr="00A23A45">
        <w:rPr>
          <w:b/>
        </w:rPr>
        <w:t>/</w:t>
      </w:r>
      <w:r w:rsidR="00FE0AB8" w:rsidRPr="00A23A45">
        <w:rPr>
          <w:b/>
        </w:rPr>
        <w:t>20</w:t>
      </w:r>
      <w:r w:rsidR="00634A9B" w:rsidRPr="00A23A45">
        <w:rPr>
          <w:b/>
        </w:rPr>
        <w:t>1</w:t>
      </w:r>
      <w:r w:rsidR="0055312C" w:rsidRPr="00063CA6">
        <w:rPr>
          <w:b/>
        </w:rPr>
        <w:t>9</w:t>
      </w:r>
    </w:p>
    <w:p w:rsidR="00ED306F" w:rsidRPr="00A23A45" w:rsidRDefault="00FE0AB8">
      <w:pPr>
        <w:rPr>
          <w:b/>
        </w:rPr>
      </w:pPr>
      <w:r w:rsidRPr="00A23A45">
        <w:rPr>
          <w:b/>
        </w:rPr>
        <w:t xml:space="preserve">     </w:t>
      </w:r>
      <w:r w:rsidR="00ED306F" w:rsidRPr="00A23A45">
        <w:rPr>
          <w:b/>
        </w:rPr>
        <w:t>Δ/ΝΣΗ Β/ΘΜΙΑΣ ΕΚΠ/ΣΗΣ Ν. ΛΕΣΒΟΥ</w:t>
      </w:r>
      <w:r w:rsidR="00582958" w:rsidRPr="00A23A45">
        <w:rPr>
          <w:b/>
        </w:rPr>
        <w:t xml:space="preserve">                       </w:t>
      </w:r>
      <w:r w:rsidR="006C6F24" w:rsidRPr="00A23A45">
        <w:rPr>
          <w:b/>
        </w:rPr>
        <w:t xml:space="preserve">     </w:t>
      </w:r>
      <w:r w:rsidR="00DB7642" w:rsidRPr="00A23A45">
        <w:rPr>
          <w:b/>
        </w:rPr>
        <w:t xml:space="preserve"> </w:t>
      </w:r>
    </w:p>
    <w:p w:rsidR="00ED306F" w:rsidRPr="00A23A45" w:rsidRDefault="00FE0AB8" w:rsidP="00052F32">
      <w:pPr>
        <w:ind w:hanging="720"/>
        <w:rPr>
          <w:b/>
        </w:rPr>
      </w:pPr>
      <w:r w:rsidRPr="00A23A45">
        <w:rPr>
          <w:b/>
        </w:rPr>
        <w:t xml:space="preserve"> </w:t>
      </w:r>
      <w:r w:rsidR="00052F32" w:rsidRPr="00A23A45">
        <w:rPr>
          <w:b/>
        </w:rPr>
        <w:t xml:space="preserve"> </w:t>
      </w:r>
      <w:r w:rsidR="00117C69" w:rsidRPr="00A23A45">
        <w:rPr>
          <w:b/>
        </w:rPr>
        <w:t xml:space="preserve">    </w:t>
      </w:r>
      <w:r w:rsidRPr="00A23A45">
        <w:rPr>
          <w:b/>
        </w:rPr>
        <w:t xml:space="preserve">ΠΕΙΡΑΜΑΤΙΚΟ </w:t>
      </w:r>
      <w:r w:rsidR="00570631" w:rsidRPr="00A23A45">
        <w:rPr>
          <w:b/>
        </w:rPr>
        <w:t>ΓΕΝΙΚΟ</w:t>
      </w:r>
      <w:r w:rsidR="00ED306F" w:rsidRPr="00A23A45">
        <w:rPr>
          <w:b/>
        </w:rPr>
        <w:t xml:space="preserve"> ΛΥΚΕΙΟ ΜΥΤΙΛΗΝΗΣ</w:t>
      </w:r>
      <w:r w:rsidR="00E709F2" w:rsidRPr="00A23A45">
        <w:rPr>
          <w:b/>
        </w:rPr>
        <w:t xml:space="preserve">                                              </w:t>
      </w:r>
    </w:p>
    <w:p w:rsidR="00D41FD3" w:rsidRPr="00A23A45" w:rsidRDefault="00873E8B">
      <w:pPr>
        <w:rPr>
          <w:b/>
        </w:rPr>
      </w:pPr>
      <w:r w:rsidRPr="00A23A45">
        <w:rPr>
          <w:b/>
        </w:rPr>
        <w:t xml:space="preserve">      </w:t>
      </w:r>
      <w:r w:rsidR="00FE0AB8" w:rsidRPr="00A23A45">
        <w:rPr>
          <w:b/>
        </w:rPr>
        <w:t xml:space="preserve">   ΤΟΥ ΠΑΝΕΠΙΣΤΗΜΙΟΥ ΑΙΓΑΙΟΥ</w:t>
      </w:r>
    </w:p>
    <w:p w:rsidR="00FE0AB8" w:rsidRPr="00A23A45" w:rsidRDefault="00FE0AB8"/>
    <w:p w:rsidR="00340249" w:rsidRPr="00A23A45" w:rsidRDefault="00D41FD3" w:rsidP="00CB64A3">
      <w:pPr>
        <w:tabs>
          <w:tab w:val="left" w:pos="435"/>
          <w:tab w:val="right" w:pos="9446"/>
        </w:tabs>
      </w:pPr>
      <w:proofErr w:type="spellStart"/>
      <w:r w:rsidRPr="00A23A45">
        <w:t>Ταχ</w:t>
      </w:r>
      <w:proofErr w:type="spellEnd"/>
      <w:r w:rsidRPr="00A23A45">
        <w:t>. Δ/</w:t>
      </w:r>
      <w:proofErr w:type="spellStart"/>
      <w:r w:rsidRPr="00A23A45">
        <w:t>νση</w:t>
      </w:r>
      <w:proofErr w:type="spellEnd"/>
      <w:r w:rsidRPr="00A23A45">
        <w:t xml:space="preserve">   :</w:t>
      </w:r>
      <w:r w:rsidR="00FE0AB8" w:rsidRPr="00A23A45">
        <w:t xml:space="preserve"> Ερμού 1, Έναντι </w:t>
      </w:r>
      <w:proofErr w:type="spellStart"/>
      <w:r w:rsidR="00FE0AB8" w:rsidRPr="00A23A45">
        <w:t>Δημ</w:t>
      </w:r>
      <w:proofErr w:type="spellEnd"/>
      <w:r w:rsidR="00C5168B" w:rsidRPr="00A23A45">
        <w:t>.</w:t>
      </w:r>
      <w:r w:rsidR="00FE0AB8" w:rsidRPr="00A23A45">
        <w:t xml:space="preserve"> Κήπου</w:t>
      </w:r>
      <w:r w:rsidR="00D61D0E" w:rsidRPr="00A23A45">
        <w:t xml:space="preserve">          </w:t>
      </w:r>
      <w:r w:rsidR="00FE0AB8" w:rsidRPr="00A23A45">
        <w:t xml:space="preserve">      </w:t>
      </w:r>
    </w:p>
    <w:p w:rsidR="00D41FD3" w:rsidRPr="00A23A45" w:rsidRDefault="00D41FD3" w:rsidP="00CB64A3">
      <w:pPr>
        <w:tabs>
          <w:tab w:val="center" w:pos="4723"/>
        </w:tabs>
      </w:pPr>
      <w:r w:rsidRPr="00A23A45">
        <w:t>81100 ΜΥΤΙΛΗΝΗ</w:t>
      </w:r>
      <w:r w:rsidR="00582958" w:rsidRPr="00A23A45">
        <w:t xml:space="preserve">                              </w:t>
      </w:r>
      <w:r w:rsidR="00126269" w:rsidRPr="00A23A45">
        <w:t xml:space="preserve">    </w:t>
      </w:r>
      <w:r w:rsidR="006C6F24" w:rsidRPr="00A23A45">
        <w:t xml:space="preserve"> </w:t>
      </w:r>
      <w:r w:rsidR="00727455" w:rsidRPr="00A23A45">
        <w:t xml:space="preserve"> </w:t>
      </w:r>
      <w:r w:rsidR="00340249" w:rsidRPr="00A23A45">
        <w:t xml:space="preserve">              </w:t>
      </w:r>
      <w:r w:rsidR="00C75B3F" w:rsidRPr="00A23A45">
        <w:t xml:space="preserve"> </w:t>
      </w:r>
      <w:r w:rsidR="006E2B9C" w:rsidRPr="00A23A45">
        <w:t xml:space="preserve">   </w:t>
      </w:r>
    </w:p>
    <w:p w:rsidR="00025CBD" w:rsidRPr="00A23A45" w:rsidRDefault="00D41FD3" w:rsidP="00FE0AB8">
      <w:pPr>
        <w:rPr>
          <w:sz w:val="22"/>
          <w:szCs w:val="22"/>
        </w:rPr>
      </w:pPr>
      <w:r w:rsidRPr="00A23A45">
        <w:t>Πληροφορίες:</w:t>
      </w:r>
      <w:r w:rsidR="005B08A3" w:rsidRPr="00A23A45">
        <w:t xml:space="preserve"> Γεωργία </w:t>
      </w:r>
      <w:proofErr w:type="spellStart"/>
      <w:r w:rsidR="005B08A3" w:rsidRPr="00A23A45">
        <w:t>Σκαλοχωρίτου</w:t>
      </w:r>
      <w:proofErr w:type="spellEnd"/>
      <w:r w:rsidR="00C4079C" w:rsidRPr="00A23A45">
        <w:tab/>
      </w:r>
      <w:r w:rsidR="009D5B85" w:rsidRPr="00A23A45">
        <w:t xml:space="preserve">  </w:t>
      </w:r>
      <w:r w:rsidR="00EE2AFF" w:rsidRPr="00A23A45">
        <w:t xml:space="preserve">      </w:t>
      </w:r>
    </w:p>
    <w:p w:rsidR="00C00940" w:rsidRPr="00A23A45" w:rsidRDefault="00D41FD3" w:rsidP="007E44C4">
      <w:pPr>
        <w:tabs>
          <w:tab w:val="left" w:pos="5415"/>
          <w:tab w:val="left" w:pos="5550"/>
        </w:tabs>
        <w:rPr>
          <w:sz w:val="22"/>
          <w:szCs w:val="22"/>
          <w:lang w:val="en-US"/>
        </w:rPr>
      </w:pPr>
      <w:r w:rsidRPr="00A23A45">
        <w:t>Τηλέφωνο</w:t>
      </w:r>
      <w:r w:rsidR="00FE0AB8" w:rsidRPr="00A23A45">
        <w:rPr>
          <w:lang w:val="en-US"/>
        </w:rPr>
        <w:t xml:space="preserve"> &amp; Fax</w:t>
      </w:r>
      <w:r w:rsidRPr="00A23A45">
        <w:rPr>
          <w:lang w:val="en-US"/>
        </w:rPr>
        <w:t xml:space="preserve">    :22510</w:t>
      </w:r>
      <w:r w:rsidR="00FE0AB8" w:rsidRPr="00A23A45">
        <w:rPr>
          <w:lang w:val="en-US"/>
        </w:rPr>
        <w:t>28704</w:t>
      </w:r>
      <w:r w:rsidR="00EF4711" w:rsidRPr="00A23A45">
        <w:rPr>
          <w:lang w:val="en-US"/>
        </w:rPr>
        <w:t xml:space="preserve">                          </w:t>
      </w:r>
      <w:r w:rsidR="007E44C4" w:rsidRPr="00A23A45">
        <w:rPr>
          <w:lang w:val="en-US"/>
        </w:rPr>
        <w:t xml:space="preserve"> </w:t>
      </w:r>
      <w:r w:rsidR="00EF4711" w:rsidRPr="00A23A45">
        <w:rPr>
          <w:lang w:val="en-US"/>
        </w:rPr>
        <w:t xml:space="preserve"> </w:t>
      </w:r>
      <w:r w:rsidR="00C4079C" w:rsidRPr="00A23A45">
        <w:rPr>
          <w:sz w:val="22"/>
          <w:szCs w:val="22"/>
          <w:lang w:val="en-US"/>
        </w:rPr>
        <w:t xml:space="preserve"> </w:t>
      </w:r>
      <w:r w:rsidR="009D5B85" w:rsidRPr="00A23A45">
        <w:rPr>
          <w:sz w:val="22"/>
          <w:szCs w:val="22"/>
          <w:lang w:val="en-US"/>
        </w:rPr>
        <w:t xml:space="preserve"> </w:t>
      </w:r>
      <w:r w:rsidR="00C5168B" w:rsidRPr="00A23A45">
        <w:rPr>
          <w:sz w:val="22"/>
          <w:szCs w:val="22"/>
          <w:lang w:val="en-US"/>
        </w:rPr>
        <w:t xml:space="preserve">                                                 </w:t>
      </w:r>
    </w:p>
    <w:p w:rsidR="00C00940" w:rsidRPr="00A23A45" w:rsidRDefault="00C00940">
      <w:pPr>
        <w:rPr>
          <w:sz w:val="20"/>
          <w:szCs w:val="20"/>
          <w:lang w:val="it-IT"/>
        </w:rPr>
      </w:pPr>
      <w:r w:rsidRPr="00A23A45">
        <w:rPr>
          <w:lang w:val="it-IT"/>
        </w:rPr>
        <w:t xml:space="preserve">e-mail          : </w:t>
      </w:r>
      <w:r w:rsidR="00A23A45" w:rsidRPr="00A23A45">
        <w:fldChar w:fldCharType="begin"/>
      </w:r>
      <w:r w:rsidR="00A23A45" w:rsidRPr="00A23A45">
        <w:rPr>
          <w:lang w:val="en-US"/>
        </w:rPr>
        <w:instrText xml:space="preserve"> HYPERLINK "mailto:%20mail@lyk-peir-mytil.les.sch.gr%20" </w:instrText>
      </w:r>
      <w:r w:rsidR="00A23A45" w:rsidRPr="00A23A45">
        <w:fldChar w:fldCharType="separate"/>
      </w:r>
      <w:r w:rsidR="00C5168B" w:rsidRPr="00A23A45">
        <w:rPr>
          <w:rStyle w:val="-"/>
          <w:lang w:val="it-IT"/>
        </w:rPr>
        <w:t xml:space="preserve"> mail@lyk-peir-mytil.les.sch.gr </w:t>
      </w:r>
      <w:r w:rsidR="00A23A45" w:rsidRPr="00A23A45">
        <w:rPr>
          <w:rStyle w:val="-"/>
          <w:lang w:val="it-IT"/>
        </w:rPr>
        <w:fldChar w:fldCharType="end"/>
      </w:r>
      <w:r w:rsidR="00C5168B" w:rsidRPr="00A23A45">
        <w:rPr>
          <w:lang w:val="it-IT"/>
        </w:rPr>
        <w:t xml:space="preserve"> </w:t>
      </w:r>
      <w:r w:rsidR="007E44C4" w:rsidRPr="00A23A45">
        <w:rPr>
          <w:lang w:val="it-IT"/>
        </w:rPr>
        <w:t xml:space="preserve">         </w:t>
      </w:r>
    </w:p>
    <w:p w:rsidR="00BA25F7" w:rsidRPr="00A23A45" w:rsidRDefault="00BA25F7" w:rsidP="00BA25F7">
      <w:r w:rsidRPr="00A23A45">
        <w:t xml:space="preserve">Ιστοσελίδα   :  </w:t>
      </w:r>
      <w:hyperlink r:id="rId8" w:history="1">
        <w:r w:rsidRPr="00A23A45">
          <w:rPr>
            <w:rStyle w:val="-"/>
            <w:lang w:val="it-IT"/>
          </w:rPr>
          <w:t>http://lyk-peir-mytil.les.sch.gr/</w:t>
        </w:r>
      </w:hyperlink>
      <w:r w:rsidRPr="00A23A45">
        <w:t xml:space="preserve"> </w:t>
      </w:r>
    </w:p>
    <w:p w:rsidR="00BA25F7" w:rsidRPr="00A23A45" w:rsidRDefault="00BA25F7" w:rsidP="00BA25F7">
      <w:pPr>
        <w:rPr>
          <w:lang w:val="it-IT"/>
        </w:rPr>
      </w:pPr>
    </w:p>
    <w:p w:rsidR="00A83E19" w:rsidRPr="00A23A45" w:rsidRDefault="00A83E19" w:rsidP="008B21D1">
      <w:pPr>
        <w:jc w:val="both"/>
        <w:rPr>
          <w:b/>
        </w:rPr>
      </w:pPr>
    </w:p>
    <w:p w:rsidR="003D30B8" w:rsidRPr="00A23A45" w:rsidRDefault="003D30B8" w:rsidP="003D30B8">
      <w:pPr>
        <w:rPr>
          <w:b/>
        </w:rPr>
      </w:pPr>
      <w:r w:rsidRPr="00A23A45">
        <w:rPr>
          <w:b/>
        </w:rPr>
        <w:t xml:space="preserve"> ΘΕΜΑ :  Π</w:t>
      </w:r>
      <w:r w:rsidR="006F3D32">
        <w:rPr>
          <w:b/>
        </w:rPr>
        <w:t>αράταση υποβολής προσφορών</w:t>
      </w:r>
      <w:r w:rsidRPr="00A23A45">
        <w:rPr>
          <w:b/>
        </w:rPr>
        <w:t xml:space="preserve"> για </w:t>
      </w:r>
      <w:r w:rsidR="00AF12D8" w:rsidRPr="00A23A45">
        <w:rPr>
          <w:b/>
        </w:rPr>
        <w:t>πραγματοποίηση</w:t>
      </w:r>
      <w:r w:rsidR="00206DD1" w:rsidRPr="00A23A45">
        <w:rPr>
          <w:b/>
        </w:rPr>
        <w:t xml:space="preserve">  εκδρομ</w:t>
      </w:r>
      <w:r w:rsidR="00AD1E14" w:rsidRPr="00A23A45">
        <w:rPr>
          <w:b/>
        </w:rPr>
        <w:t>ής</w:t>
      </w:r>
      <w:r w:rsidRPr="00A23A45">
        <w:rPr>
          <w:b/>
        </w:rPr>
        <w:t xml:space="preserve"> </w:t>
      </w:r>
    </w:p>
    <w:p w:rsidR="003D30B8" w:rsidRPr="00A23A45" w:rsidRDefault="003D30B8" w:rsidP="003D30B8">
      <w:pPr>
        <w:rPr>
          <w:b/>
        </w:rPr>
      </w:pPr>
    </w:p>
    <w:p w:rsidR="00C24C61" w:rsidRPr="00A23A45" w:rsidRDefault="003D30B8" w:rsidP="00AD1E14">
      <w:pPr>
        <w:jc w:val="both"/>
      </w:pPr>
      <w:r w:rsidRPr="00A23A45">
        <w:t xml:space="preserve"> Το Πειραματικό ΓΕΛ Μυτιλήνης, </w:t>
      </w:r>
      <w:r w:rsidR="007E5E93" w:rsidRPr="00A23A45">
        <w:t xml:space="preserve">στο πλαίσιο </w:t>
      </w:r>
      <w:r w:rsidR="0055312C" w:rsidRPr="00A23A45">
        <w:t xml:space="preserve">υλοποίησης προγραμμάτων των ομίλων του σχολείου μας και συγκεκριμένα του </w:t>
      </w:r>
      <w:r w:rsidR="002269FE" w:rsidRPr="00A23A45">
        <w:t xml:space="preserve">ομίλου </w:t>
      </w:r>
      <w:r w:rsidR="0055312C" w:rsidRPr="00A23A45">
        <w:t>«</w:t>
      </w:r>
      <w:proofErr w:type="spellStart"/>
      <w:r w:rsidR="002269FE" w:rsidRPr="00A23A45">
        <w:t>Νερ</w:t>
      </w:r>
      <w:proofErr w:type="spellEnd"/>
      <w:r w:rsidR="002269FE" w:rsidRPr="00A23A45">
        <w:t>-όμιλος</w:t>
      </w:r>
      <w:r w:rsidR="0055312C" w:rsidRPr="00A23A45">
        <w:t xml:space="preserve">» και του ομίλου </w:t>
      </w:r>
      <w:r w:rsidR="002269FE" w:rsidRPr="00A23A45">
        <w:t>«Δημοσ</w:t>
      </w:r>
      <w:r w:rsidR="0055312C" w:rsidRPr="00A23A45">
        <w:t>ιο</w:t>
      </w:r>
      <w:r w:rsidR="002269FE" w:rsidRPr="00A23A45">
        <w:t>γραφίας»</w:t>
      </w:r>
      <w:r w:rsidR="00905989" w:rsidRPr="00A23A45">
        <w:t xml:space="preserve"> προγραμματίζει επίσκεψη στη λίμνη Πλαστήρα και στην </w:t>
      </w:r>
      <w:r w:rsidR="0094629D" w:rsidRPr="00A23A45">
        <w:t>ευρύτερη</w:t>
      </w:r>
      <w:r w:rsidR="00905989" w:rsidRPr="00A23A45">
        <w:t xml:space="preserve"> περιοχή</w:t>
      </w:r>
      <w:r w:rsidR="00AD1E14" w:rsidRPr="00A23A45">
        <w:t xml:space="preserve"> στις 11-1</w:t>
      </w:r>
      <w:r w:rsidR="00905989" w:rsidRPr="00A23A45">
        <w:t>4</w:t>
      </w:r>
      <w:r w:rsidR="00AD1E14" w:rsidRPr="00A23A45">
        <w:t xml:space="preserve"> </w:t>
      </w:r>
      <w:r w:rsidR="00905989" w:rsidRPr="00A23A45">
        <w:t>Απριλίου</w:t>
      </w:r>
      <w:r w:rsidR="00AD1E14" w:rsidRPr="00A23A45">
        <w:t xml:space="preserve"> 201</w:t>
      </w:r>
      <w:r w:rsidR="00905989" w:rsidRPr="00A23A45">
        <w:t>9</w:t>
      </w:r>
      <w:r w:rsidR="00AD1E14" w:rsidRPr="00A23A45">
        <w:t>.</w:t>
      </w:r>
    </w:p>
    <w:p w:rsidR="003D30B8" w:rsidRPr="00A23A45" w:rsidRDefault="003D30B8" w:rsidP="00404A80">
      <w:pPr>
        <w:spacing w:line="312" w:lineRule="auto"/>
        <w:jc w:val="both"/>
      </w:pPr>
      <w:r w:rsidRPr="00A23A45">
        <w:t>Οι προσφορές θα πρέπει να αποσταλούν στο γραφείο  της Διεύθυνσης του σχολείου (</w:t>
      </w:r>
      <w:proofErr w:type="spellStart"/>
      <w:r w:rsidRPr="00A23A45">
        <w:t>Ταχ</w:t>
      </w:r>
      <w:proofErr w:type="spellEnd"/>
      <w:r w:rsidRPr="00A23A45">
        <w:t>. Δ/</w:t>
      </w:r>
      <w:proofErr w:type="spellStart"/>
      <w:r w:rsidRPr="00A23A45">
        <w:t>νση</w:t>
      </w:r>
      <w:proofErr w:type="spellEnd"/>
      <w:r w:rsidRPr="00A23A45">
        <w:t>: Ερμού 1,</w:t>
      </w:r>
      <w:r w:rsidR="00C24C61" w:rsidRPr="00A23A45">
        <w:t xml:space="preserve"> </w:t>
      </w:r>
      <w:r w:rsidRPr="00A23A45">
        <w:t xml:space="preserve">81100, Μυτιλήνη), ταχυδρομικώς ή αυτοπροσώπως </w:t>
      </w:r>
      <w:r w:rsidR="00C24C61" w:rsidRPr="00A23A45">
        <w:t xml:space="preserve">ή με </w:t>
      </w:r>
      <w:proofErr w:type="spellStart"/>
      <w:r w:rsidR="00C24C61" w:rsidRPr="00A23A45">
        <w:t>fax</w:t>
      </w:r>
      <w:proofErr w:type="spellEnd"/>
      <w:r w:rsidR="00C24C61" w:rsidRPr="00A23A45">
        <w:t xml:space="preserve">, </w:t>
      </w:r>
      <w:r w:rsidRPr="00A23A45">
        <w:t>το  αργότερο μέχρι και τη</w:t>
      </w:r>
      <w:r w:rsidR="00063CA6">
        <w:t>ν</w:t>
      </w:r>
      <w:r w:rsidR="00D8780E" w:rsidRPr="00A23A45">
        <w:t xml:space="preserve"> </w:t>
      </w:r>
      <w:r w:rsidR="00D8780E" w:rsidRPr="006F3D32">
        <w:rPr>
          <w:b/>
          <w:bCs/>
          <w:color w:val="FF0000"/>
          <w:sz w:val="36"/>
          <w:szCs w:val="36"/>
          <w:u w:val="single"/>
        </w:rPr>
        <w:t>Π</w:t>
      </w:r>
      <w:r w:rsidR="00063CA6" w:rsidRPr="006F3D32">
        <w:rPr>
          <w:b/>
          <w:bCs/>
          <w:color w:val="FF0000"/>
          <w:sz w:val="36"/>
          <w:szCs w:val="36"/>
          <w:u w:val="single"/>
        </w:rPr>
        <w:t>έμπτη</w:t>
      </w:r>
      <w:r w:rsidR="00BA719C" w:rsidRPr="006F3D32">
        <w:rPr>
          <w:b/>
          <w:bCs/>
          <w:color w:val="FF0000"/>
          <w:sz w:val="36"/>
          <w:szCs w:val="36"/>
          <w:u w:val="single"/>
        </w:rPr>
        <w:t xml:space="preserve"> </w:t>
      </w:r>
      <w:r w:rsidR="00063CA6" w:rsidRPr="006F3D32">
        <w:rPr>
          <w:b/>
          <w:bCs/>
          <w:color w:val="FF0000"/>
          <w:sz w:val="36"/>
          <w:szCs w:val="36"/>
          <w:u w:val="single"/>
        </w:rPr>
        <w:t>28/2/2019</w:t>
      </w:r>
      <w:r w:rsidR="00117C69" w:rsidRPr="006F3D32">
        <w:rPr>
          <w:color w:val="FF0000"/>
        </w:rPr>
        <w:t xml:space="preserve"> </w:t>
      </w:r>
      <w:r w:rsidR="00117C69" w:rsidRPr="00A23A45">
        <w:t>και ώρα 1</w:t>
      </w:r>
      <w:r w:rsidR="00C24C61" w:rsidRPr="00A23A45">
        <w:t>2</w:t>
      </w:r>
      <w:r w:rsidR="00117C69" w:rsidRPr="00A23A45">
        <w:t>:00</w:t>
      </w:r>
      <w:r w:rsidR="004B2FC1" w:rsidRPr="00A23A45">
        <w:t>.</w:t>
      </w:r>
    </w:p>
    <w:p w:rsidR="00017145" w:rsidRPr="00A23A45" w:rsidRDefault="00017145" w:rsidP="00404A80">
      <w:pPr>
        <w:spacing w:line="312" w:lineRule="auto"/>
        <w:jc w:val="both"/>
      </w:pPr>
    </w:p>
    <w:p w:rsidR="00BC1210" w:rsidRPr="00A23A45" w:rsidRDefault="00570631" w:rsidP="00404A80">
      <w:pPr>
        <w:spacing w:line="312" w:lineRule="auto"/>
        <w:jc w:val="center"/>
      </w:pPr>
      <w:r w:rsidRPr="00A23A45">
        <w:t xml:space="preserve">Η </w:t>
      </w:r>
      <w:r w:rsidR="00C84F3C" w:rsidRPr="00A23A45">
        <w:t>Δ</w:t>
      </w:r>
      <w:r w:rsidR="00FE0AB8" w:rsidRPr="00A23A45">
        <w:t>ιευθύντρια</w:t>
      </w:r>
    </w:p>
    <w:p w:rsidR="00BC1210" w:rsidRPr="00A23A45" w:rsidRDefault="00BC1210" w:rsidP="00404A80">
      <w:pPr>
        <w:spacing w:line="312" w:lineRule="auto"/>
        <w:jc w:val="center"/>
      </w:pPr>
      <w:bookmarkStart w:id="0" w:name="_GoBack"/>
      <w:bookmarkEnd w:id="0"/>
    </w:p>
    <w:p w:rsidR="000F62A1" w:rsidRPr="00A23A45" w:rsidRDefault="000F62A1" w:rsidP="00404A80">
      <w:pPr>
        <w:spacing w:line="312" w:lineRule="auto"/>
        <w:jc w:val="center"/>
      </w:pPr>
    </w:p>
    <w:p w:rsidR="008B21D1" w:rsidRPr="00A23A45" w:rsidRDefault="005B08A3" w:rsidP="00404A80">
      <w:pPr>
        <w:spacing w:line="312" w:lineRule="auto"/>
        <w:jc w:val="center"/>
      </w:pPr>
      <w:r w:rsidRPr="00A23A45">
        <w:t xml:space="preserve">Γεωργία </w:t>
      </w:r>
      <w:proofErr w:type="spellStart"/>
      <w:r w:rsidRPr="00A23A45">
        <w:t>Σκαλοχωρίτου</w:t>
      </w:r>
      <w:proofErr w:type="spellEnd"/>
    </w:p>
    <w:sectPr w:rsidR="008B21D1" w:rsidRPr="00A23A45" w:rsidSect="008B21D1">
      <w:pgSz w:w="11906" w:h="16838"/>
      <w:pgMar w:top="1440" w:right="1230" w:bottom="1440" w:left="123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Microsoft Himalaya">
    <w:panose1 w:val="01010100010101010101"/>
    <w:charset w:val="00"/>
    <w:family w:val="auto"/>
    <w:pitch w:val="variable"/>
    <w:sig w:usb0="80000003" w:usb1="00010000" w:usb2="00000040" w:usb3="00000000" w:csb0="00000001" w:csb1="00000000"/>
  </w:font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357CED"/>
    <w:multiLevelType w:val="hybridMultilevel"/>
    <w:tmpl w:val="C652DA1C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5C42D54"/>
    <w:multiLevelType w:val="hybridMultilevel"/>
    <w:tmpl w:val="9A5C352A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B9747E6"/>
    <w:multiLevelType w:val="hybridMultilevel"/>
    <w:tmpl w:val="133C4E54"/>
    <w:lvl w:ilvl="0" w:tplc="0408000F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3">
    <w:nsid w:val="43AC5B67"/>
    <w:multiLevelType w:val="hybridMultilevel"/>
    <w:tmpl w:val="7AD00ADE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4BD57407"/>
    <w:multiLevelType w:val="hybridMultilevel"/>
    <w:tmpl w:val="15548A8C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6903562F"/>
    <w:multiLevelType w:val="hybridMultilevel"/>
    <w:tmpl w:val="1F16EBDC"/>
    <w:lvl w:ilvl="0" w:tplc="0408000F">
      <w:start w:val="1"/>
      <w:numFmt w:val="decimal"/>
      <w:lvlText w:val="%1."/>
      <w:lvlJc w:val="left"/>
      <w:pPr>
        <w:ind w:left="1287" w:hanging="360"/>
      </w:pPr>
    </w:lvl>
    <w:lvl w:ilvl="1" w:tplc="04080019" w:tentative="1">
      <w:start w:val="1"/>
      <w:numFmt w:val="lowerLetter"/>
      <w:lvlText w:val="%2."/>
      <w:lvlJc w:val="left"/>
      <w:pPr>
        <w:ind w:left="2007" w:hanging="360"/>
      </w:pPr>
    </w:lvl>
    <w:lvl w:ilvl="2" w:tplc="0408001B" w:tentative="1">
      <w:start w:val="1"/>
      <w:numFmt w:val="lowerRoman"/>
      <w:lvlText w:val="%3."/>
      <w:lvlJc w:val="right"/>
      <w:pPr>
        <w:ind w:left="2727" w:hanging="180"/>
      </w:pPr>
    </w:lvl>
    <w:lvl w:ilvl="3" w:tplc="0408000F" w:tentative="1">
      <w:start w:val="1"/>
      <w:numFmt w:val="decimal"/>
      <w:lvlText w:val="%4."/>
      <w:lvlJc w:val="left"/>
      <w:pPr>
        <w:ind w:left="3447" w:hanging="360"/>
      </w:pPr>
    </w:lvl>
    <w:lvl w:ilvl="4" w:tplc="04080019" w:tentative="1">
      <w:start w:val="1"/>
      <w:numFmt w:val="lowerLetter"/>
      <w:lvlText w:val="%5."/>
      <w:lvlJc w:val="left"/>
      <w:pPr>
        <w:ind w:left="4167" w:hanging="360"/>
      </w:pPr>
    </w:lvl>
    <w:lvl w:ilvl="5" w:tplc="0408001B" w:tentative="1">
      <w:start w:val="1"/>
      <w:numFmt w:val="lowerRoman"/>
      <w:lvlText w:val="%6."/>
      <w:lvlJc w:val="right"/>
      <w:pPr>
        <w:ind w:left="4887" w:hanging="180"/>
      </w:pPr>
    </w:lvl>
    <w:lvl w:ilvl="6" w:tplc="0408000F" w:tentative="1">
      <w:start w:val="1"/>
      <w:numFmt w:val="decimal"/>
      <w:lvlText w:val="%7."/>
      <w:lvlJc w:val="left"/>
      <w:pPr>
        <w:ind w:left="5607" w:hanging="360"/>
      </w:pPr>
    </w:lvl>
    <w:lvl w:ilvl="7" w:tplc="04080019" w:tentative="1">
      <w:start w:val="1"/>
      <w:numFmt w:val="lowerLetter"/>
      <w:lvlText w:val="%8."/>
      <w:lvlJc w:val="left"/>
      <w:pPr>
        <w:ind w:left="6327" w:hanging="360"/>
      </w:pPr>
    </w:lvl>
    <w:lvl w:ilvl="8" w:tplc="0408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>
    <w:nsid w:val="71C27AE8"/>
    <w:multiLevelType w:val="hybridMultilevel"/>
    <w:tmpl w:val="AC70B072"/>
    <w:lvl w:ilvl="0" w:tplc="0408000F">
      <w:start w:val="1"/>
      <w:numFmt w:val="decimal"/>
      <w:lvlText w:val="%1."/>
      <w:lvlJc w:val="left"/>
      <w:pPr>
        <w:ind w:left="1287" w:hanging="360"/>
      </w:pPr>
    </w:lvl>
    <w:lvl w:ilvl="1" w:tplc="04080019" w:tentative="1">
      <w:start w:val="1"/>
      <w:numFmt w:val="lowerLetter"/>
      <w:lvlText w:val="%2."/>
      <w:lvlJc w:val="left"/>
      <w:pPr>
        <w:ind w:left="2007" w:hanging="360"/>
      </w:pPr>
    </w:lvl>
    <w:lvl w:ilvl="2" w:tplc="0408001B" w:tentative="1">
      <w:start w:val="1"/>
      <w:numFmt w:val="lowerRoman"/>
      <w:lvlText w:val="%3."/>
      <w:lvlJc w:val="right"/>
      <w:pPr>
        <w:ind w:left="2727" w:hanging="180"/>
      </w:pPr>
    </w:lvl>
    <w:lvl w:ilvl="3" w:tplc="0408000F" w:tentative="1">
      <w:start w:val="1"/>
      <w:numFmt w:val="decimal"/>
      <w:lvlText w:val="%4."/>
      <w:lvlJc w:val="left"/>
      <w:pPr>
        <w:ind w:left="3447" w:hanging="360"/>
      </w:pPr>
    </w:lvl>
    <w:lvl w:ilvl="4" w:tplc="04080019" w:tentative="1">
      <w:start w:val="1"/>
      <w:numFmt w:val="lowerLetter"/>
      <w:lvlText w:val="%5."/>
      <w:lvlJc w:val="left"/>
      <w:pPr>
        <w:ind w:left="4167" w:hanging="360"/>
      </w:pPr>
    </w:lvl>
    <w:lvl w:ilvl="5" w:tplc="0408001B" w:tentative="1">
      <w:start w:val="1"/>
      <w:numFmt w:val="lowerRoman"/>
      <w:lvlText w:val="%6."/>
      <w:lvlJc w:val="right"/>
      <w:pPr>
        <w:ind w:left="4887" w:hanging="180"/>
      </w:pPr>
    </w:lvl>
    <w:lvl w:ilvl="6" w:tplc="0408000F" w:tentative="1">
      <w:start w:val="1"/>
      <w:numFmt w:val="decimal"/>
      <w:lvlText w:val="%7."/>
      <w:lvlJc w:val="left"/>
      <w:pPr>
        <w:ind w:left="5607" w:hanging="360"/>
      </w:pPr>
    </w:lvl>
    <w:lvl w:ilvl="7" w:tplc="04080019" w:tentative="1">
      <w:start w:val="1"/>
      <w:numFmt w:val="lowerLetter"/>
      <w:lvlText w:val="%8."/>
      <w:lvlJc w:val="left"/>
      <w:pPr>
        <w:ind w:left="6327" w:hanging="360"/>
      </w:pPr>
    </w:lvl>
    <w:lvl w:ilvl="8" w:tplc="0408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>
    <w:nsid w:val="7E957FE1"/>
    <w:multiLevelType w:val="hybridMultilevel"/>
    <w:tmpl w:val="FE70C8CA"/>
    <w:lvl w:ilvl="0" w:tplc="5F06D9CC">
      <w:start w:val="1"/>
      <w:numFmt w:val="decimal"/>
      <w:lvlText w:val="%1."/>
      <w:lvlJc w:val="left"/>
      <w:pPr>
        <w:tabs>
          <w:tab w:val="num" w:pos="885"/>
        </w:tabs>
        <w:ind w:left="885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605"/>
        </w:tabs>
        <w:ind w:left="1605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325"/>
        </w:tabs>
        <w:ind w:left="2325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3045"/>
        </w:tabs>
        <w:ind w:left="3045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765"/>
        </w:tabs>
        <w:ind w:left="3765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485"/>
        </w:tabs>
        <w:ind w:left="4485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205"/>
        </w:tabs>
        <w:ind w:left="5205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925"/>
        </w:tabs>
        <w:ind w:left="5925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645"/>
        </w:tabs>
        <w:ind w:left="6645" w:hanging="180"/>
      </w:pPr>
    </w:lvl>
  </w:abstractNum>
  <w:num w:numId="1">
    <w:abstractNumId w:val="7"/>
  </w:num>
  <w:num w:numId="2">
    <w:abstractNumId w:val="2"/>
  </w:num>
  <w:num w:numId="3">
    <w:abstractNumId w:val="1"/>
  </w:num>
  <w:num w:numId="4">
    <w:abstractNumId w:val="0"/>
  </w:num>
  <w:num w:numId="5">
    <w:abstractNumId w:val="4"/>
  </w:num>
  <w:num w:numId="6">
    <w:abstractNumId w:val="3"/>
  </w:num>
  <w:num w:numId="7">
    <w:abstractNumId w:val="5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2023"/>
    <w:rsid w:val="00017145"/>
    <w:rsid w:val="00025CBD"/>
    <w:rsid w:val="00026136"/>
    <w:rsid w:val="000458B5"/>
    <w:rsid w:val="00052F32"/>
    <w:rsid w:val="00055B15"/>
    <w:rsid w:val="00061A1A"/>
    <w:rsid w:val="00063CA6"/>
    <w:rsid w:val="0009156C"/>
    <w:rsid w:val="000A0608"/>
    <w:rsid w:val="000A162A"/>
    <w:rsid w:val="000A5B88"/>
    <w:rsid w:val="000D27B4"/>
    <w:rsid w:val="000F62A1"/>
    <w:rsid w:val="000F7393"/>
    <w:rsid w:val="00117C69"/>
    <w:rsid w:val="00126269"/>
    <w:rsid w:val="0013100D"/>
    <w:rsid w:val="00153D29"/>
    <w:rsid w:val="00167B0E"/>
    <w:rsid w:val="00181406"/>
    <w:rsid w:val="001C11F6"/>
    <w:rsid w:val="001D4A39"/>
    <w:rsid w:val="001D52CF"/>
    <w:rsid w:val="00206DD1"/>
    <w:rsid w:val="002207E6"/>
    <w:rsid w:val="002269FE"/>
    <w:rsid w:val="0022789D"/>
    <w:rsid w:val="0023435E"/>
    <w:rsid w:val="002E00B9"/>
    <w:rsid w:val="00312C7B"/>
    <w:rsid w:val="003135C9"/>
    <w:rsid w:val="00325991"/>
    <w:rsid w:val="003342A6"/>
    <w:rsid w:val="00340249"/>
    <w:rsid w:val="00365428"/>
    <w:rsid w:val="0039046D"/>
    <w:rsid w:val="003D30B8"/>
    <w:rsid w:val="004018CA"/>
    <w:rsid w:val="00404A80"/>
    <w:rsid w:val="004222B5"/>
    <w:rsid w:val="0042357D"/>
    <w:rsid w:val="004307F0"/>
    <w:rsid w:val="00432BF8"/>
    <w:rsid w:val="0043398C"/>
    <w:rsid w:val="00436BF6"/>
    <w:rsid w:val="004701E5"/>
    <w:rsid w:val="00473BE5"/>
    <w:rsid w:val="00496143"/>
    <w:rsid w:val="004B2FC1"/>
    <w:rsid w:val="004B7ECF"/>
    <w:rsid w:val="004D4DB8"/>
    <w:rsid w:val="004D71DC"/>
    <w:rsid w:val="004E4E3D"/>
    <w:rsid w:val="005313A9"/>
    <w:rsid w:val="00550F17"/>
    <w:rsid w:val="0055312C"/>
    <w:rsid w:val="00570631"/>
    <w:rsid w:val="00572CE1"/>
    <w:rsid w:val="00581BC1"/>
    <w:rsid w:val="00582958"/>
    <w:rsid w:val="00591933"/>
    <w:rsid w:val="005B08A3"/>
    <w:rsid w:val="005C7B01"/>
    <w:rsid w:val="005E16F5"/>
    <w:rsid w:val="00626FBA"/>
    <w:rsid w:val="00634A9B"/>
    <w:rsid w:val="00640994"/>
    <w:rsid w:val="006430E8"/>
    <w:rsid w:val="00653B27"/>
    <w:rsid w:val="00673062"/>
    <w:rsid w:val="00673323"/>
    <w:rsid w:val="006945C0"/>
    <w:rsid w:val="006A36FA"/>
    <w:rsid w:val="006B26E6"/>
    <w:rsid w:val="006B2719"/>
    <w:rsid w:val="006B2F3C"/>
    <w:rsid w:val="006B7EE5"/>
    <w:rsid w:val="006B7F6F"/>
    <w:rsid w:val="006C6F24"/>
    <w:rsid w:val="006D4BD7"/>
    <w:rsid w:val="006E2B9C"/>
    <w:rsid w:val="006E31A1"/>
    <w:rsid w:val="006E7E5E"/>
    <w:rsid w:val="006F3D32"/>
    <w:rsid w:val="00711036"/>
    <w:rsid w:val="00717605"/>
    <w:rsid w:val="00717E6E"/>
    <w:rsid w:val="00725B23"/>
    <w:rsid w:val="00727455"/>
    <w:rsid w:val="007419F4"/>
    <w:rsid w:val="00766238"/>
    <w:rsid w:val="00776813"/>
    <w:rsid w:val="007956D0"/>
    <w:rsid w:val="00795701"/>
    <w:rsid w:val="007B61BB"/>
    <w:rsid w:val="007C1D7A"/>
    <w:rsid w:val="007E44C4"/>
    <w:rsid w:val="007E5E93"/>
    <w:rsid w:val="00811887"/>
    <w:rsid w:val="00816F08"/>
    <w:rsid w:val="00823EDD"/>
    <w:rsid w:val="0083325F"/>
    <w:rsid w:val="00852676"/>
    <w:rsid w:val="00856EB4"/>
    <w:rsid w:val="0086582E"/>
    <w:rsid w:val="00873E8B"/>
    <w:rsid w:val="00874B1B"/>
    <w:rsid w:val="0088127E"/>
    <w:rsid w:val="008B21D1"/>
    <w:rsid w:val="008D23FB"/>
    <w:rsid w:val="008D6454"/>
    <w:rsid w:val="008F27DE"/>
    <w:rsid w:val="008F73AE"/>
    <w:rsid w:val="00900C8B"/>
    <w:rsid w:val="00905989"/>
    <w:rsid w:val="00914249"/>
    <w:rsid w:val="00923F30"/>
    <w:rsid w:val="00927FEF"/>
    <w:rsid w:val="00940D3A"/>
    <w:rsid w:val="0094629D"/>
    <w:rsid w:val="00957DAC"/>
    <w:rsid w:val="009631A2"/>
    <w:rsid w:val="00973A70"/>
    <w:rsid w:val="0098225B"/>
    <w:rsid w:val="009B06E4"/>
    <w:rsid w:val="009C489C"/>
    <w:rsid w:val="009D5B85"/>
    <w:rsid w:val="00A12A2A"/>
    <w:rsid w:val="00A23A45"/>
    <w:rsid w:val="00A35EEC"/>
    <w:rsid w:val="00A63F39"/>
    <w:rsid w:val="00A76F0B"/>
    <w:rsid w:val="00A80DCE"/>
    <w:rsid w:val="00A83E19"/>
    <w:rsid w:val="00AD1E14"/>
    <w:rsid w:val="00AD764C"/>
    <w:rsid w:val="00AF12D8"/>
    <w:rsid w:val="00B022AA"/>
    <w:rsid w:val="00B1102B"/>
    <w:rsid w:val="00B1228A"/>
    <w:rsid w:val="00B17F81"/>
    <w:rsid w:val="00B53204"/>
    <w:rsid w:val="00B55D7C"/>
    <w:rsid w:val="00B60F97"/>
    <w:rsid w:val="00B67F72"/>
    <w:rsid w:val="00B713CA"/>
    <w:rsid w:val="00B73317"/>
    <w:rsid w:val="00B74C3A"/>
    <w:rsid w:val="00B929FF"/>
    <w:rsid w:val="00BA0C46"/>
    <w:rsid w:val="00BA25F7"/>
    <w:rsid w:val="00BA719C"/>
    <w:rsid w:val="00BA7A33"/>
    <w:rsid w:val="00BB0AB4"/>
    <w:rsid w:val="00BC1210"/>
    <w:rsid w:val="00BC51E4"/>
    <w:rsid w:val="00BE1058"/>
    <w:rsid w:val="00BE72A9"/>
    <w:rsid w:val="00C00940"/>
    <w:rsid w:val="00C01922"/>
    <w:rsid w:val="00C24C61"/>
    <w:rsid w:val="00C34D8E"/>
    <w:rsid w:val="00C4079C"/>
    <w:rsid w:val="00C5168B"/>
    <w:rsid w:val="00C612BE"/>
    <w:rsid w:val="00C75B3F"/>
    <w:rsid w:val="00C84F3C"/>
    <w:rsid w:val="00CB2574"/>
    <w:rsid w:val="00CB64A3"/>
    <w:rsid w:val="00CC4093"/>
    <w:rsid w:val="00CD1A34"/>
    <w:rsid w:val="00CD5066"/>
    <w:rsid w:val="00CF152E"/>
    <w:rsid w:val="00D31C62"/>
    <w:rsid w:val="00D323C5"/>
    <w:rsid w:val="00D41FD3"/>
    <w:rsid w:val="00D6057A"/>
    <w:rsid w:val="00D61D0E"/>
    <w:rsid w:val="00D7183F"/>
    <w:rsid w:val="00D8780E"/>
    <w:rsid w:val="00D929EE"/>
    <w:rsid w:val="00D9528D"/>
    <w:rsid w:val="00DB6E2D"/>
    <w:rsid w:val="00DB7642"/>
    <w:rsid w:val="00DF4564"/>
    <w:rsid w:val="00E27559"/>
    <w:rsid w:val="00E3165E"/>
    <w:rsid w:val="00E6272F"/>
    <w:rsid w:val="00E709F2"/>
    <w:rsid w:val="00E71740"/>
    <w:rsid w:val="00E77966"/>
    <w:rsid w:val="00E861F3"/>
    <w:rsid w:val="00EB19B0"/>
    <w:rsid w:val="00EB36D5"/>
    <w:rsid w:val="00ED0861"/>
    <w:rsid w:val="00ED306F"/>
    <w:rsid w:val="00ED6A07"/>
    <w:rsid w:val="00ED75AD"/>
    <w:rsid w:val="00EE2AFF"/>
    <w:rsid w:val="00EF1777"/>
    <w:rsid w:val="00EF2023"/>
    <w:rsid w:val="00EF281C"/>
    <w:rsid w:val="00EF4711"/>
    <w:rsid w:val="00F0648F"/>
    <w:rsid w:val="00F142C1"/>
    <w:rsid w:val="00F51AB8"/>
    <w:rsid w:val="00F57C29"/>
    <w:rsid w:val="00F6355B"/>
    <w:rsid w:val="00F83D03"/>
    <w:rsid w:val="00FB085B"/>
    <w:rsid w:val="00FC4C47"/>
    <w:rsid w:val="00FD4BF9"/>
    <w:rsid w:val="00FD615B"/>
    <w:rsid w:val="00FE0AB8"/>
    <w:rsid w:val="00FE28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bidi="bo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17F81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-">
    <w:name w:val="Hyperlink"/>
    <w:basedOn w:val="a0"/>
    <w:rsid w:val="00B74C3A"/>
    <w:rPr>
      <w:color w:val="0000FF"/>
      <w:u w:val="single"/>
    </w:rPr>
  </w:style>
  <w:style w:type="paragraph" w:styleId="a3">
    <w:name w:val="Balloon Text"/>
    <w:basedOn w:val="a"/>
    <w:semiHidden/>
    <w:rsid w:val="00340249"/>
    <w:rPr>
      <w:rFonts w:ascii="Tahoma" w:hAnsi="Tahoma" w:cs="Tahoma"/>
      <w:sz w:val="16"/>
      <w:szCs w:val="16"/>
    </w:rPr>
  </w:style>
  <w:style w:type="paragraph" w:styleId="Web">
    <w:name w:val="Normal (Web)"/>
    <w:basedOn w:val="a"/>
    <w:rsid w:val="003D30B8"/>
    <w:pPr>
      <w:spacing w:before="100" w:beforeAutospacing="1" w:after="100" w:afterAutospacing="1"/>
    </w:pPr>
  </w:style>
  <w:style w:type="paragraph" w:styleId="a4">
    <w:name w:val="List Paragraph"/>
    <w:basedOn w:val="a"/>
    <w:uiPriority w:val="34"/>
    <w:qFormat/>
    <w:rsid w:val="00C24C6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17F81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-">
    <w:name w:val="Hyperlink"/>
    <w:basedOn w:val="a0"/>
    <w:rsid w:val="00B74C3A"/>
    <w:rPr>
      <w:color w:val="0000FF"/>
      <w:u w:val="single"/>
    </w:rPr>
  </w:style>
  <w:style w:type="paragraph" w:styleId="a3">
    <w:name w:val="Balloon Text"/>
    <w:basedOn w:val="a"/>
    <w:semiHidden/>
    <w:rsid w:val="00340249"/>
    <w:rPr>
      <w:rFonts w:ascii="Tahoma" w:hAnsi="Tahoma" w:cs="Tahoma"/>
      <w:sz w:val="16"/>
      <w:szCs w:val="16"/>
    </w:rPr>
  </w:style>
  <w:style w:type="paragraph" w:styleId="Web">
    <w:name w:val="Normal (Web)"/>
    <w:basedOn w:val="a"/>
    <w:rsid w:val="003D30B8"/>
    <w:pPr>
      <w:spacing w:before="100" w:beforeAutospacing="1" w:after="100" w:afterAutospacing="1"/>
    </w:pPr>
  </w:style>
  <w:style w:type="paragraph" w:styleId="a4">
    <w:name w:val="List Paragraph"/>
    <w:basedOn w:val="a"/>
    <w:uiPriority w:val="34"/>
    <w:qFormat/>
    <w:rsid w:val="00C24C6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lyk-peir-mytil.les.sch.gr/" TargetMode="Externa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nna\Application%20Data\Microsoft\&#928;&#961;&#972;&#964;&#965;&#960;&#945;\&#917;&#923;&#923;&#919;&#925;&#921;&#922;&#919;%20&#916;&#919;&#924;&#927;&#922;&#929;&#913;&#932;&#921;&#913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753D6BC-A5D0-4F48-A484-9C10693F9C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ΕΛΛΗΝΙΚΗ ΔΗΜΟΚΡΑΤΙΑ</Template>
  <TotalTime>1</TotalTime>
  <Pages>1</Pages>
  <Words>239</Words>
  <Characters>1295</Characters>
  <Application>Microsoft Office Word</Application>
  <DocSecurity>0</DocSecurity>
  <Lines>10</Lines>
  <Paragraphs>3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TOSHIBA</Company>
  <LinksUpToDate>false</LinksUpToDate>
  <CharactersWithSpaces>1531</CharactersWithSpaces>
  <SharedDoc>false</SharedDoc>
  <HLinks>
    <vt:vector size="12" baseType="variant">
      <vt:variant>
        <vt:i4>5374044</vt:i4>
      </vt:variant>
      <vt:variant>
        <vt:i4>3</vt:i4>
      </vt:variant>
      <vt:variant>
        <vt:i4>0</vt:i4>
      </vt:variant>
      <vt:variant>
        <vt:i4>5</vt:i4>
      </vt:variant>
      <vt:variant>
        <vt:lpwstr>http://lyk-peir-mytil.les.sch.gr/</vt:lpwstr>
      </vt:variant>
      <vt:variant>
        <vt:lpwstr/>
      </vt:variant>
      <vt:variant>
        <vt:i4>3539035</vt:i4>
      </vt:variant>
      <vt:variant>
        <vt:i4>0</vt:i4>
      </vt:variant>
      <vt:variant>
        <vt:i4>0</vt:i4>
      </vt:variant>
      <vt:variant>
        <vt:i4>5</vt:i4>
      </vt:variant>
      <vt:variant>
        <vt:lpwstr>mailto: mail@lyk-peir-mytil.les.sch.gr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</dc:creator>
  <cp:lastModifiedBy>user</cp:lastModifiedBy>
  <cp:revision>2</cp:revision>
  <cp:lastPrinted>2017-02-20T10:54:00Z</cp:lastPrinted>
  <dcterms:created xsi:type="dcterms:W3CDTF">2019-02-22T08:23:00Z</dcterms:created>
  <dcterms:modified xsi:type="dcterms:W3CDTF">2019-02-22T08:23:00Z</dcterms:modified>
</cp:coreProperties>
</file>